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6E" w:rsidRDefault="00C67F54" w:rsidP="005206C3">
      <w:pPr>
        <w:jc w:val="center"/>
        <w:rPr>
          <w:noProof/>
          <w:sz w:val="44"/>
          <w:szCs w:val="44"/>
          <w:lang w:eastAsia="en-NZ"/>
        </w:rPr>
      </w:pPr>
      <w:bookmarkStart w:id="0" w:name="_GoBack"/>
      <w:r>
        <w:rPr>
          <w:noProof/>
          <w:sz w:val="44"/>
          <w:szCs w:val="44"/>
          <w:lang w:eastAsia="en-NZ"/>
        </w:rPr>
        <w:drawing>
          <wp:anchor distT="0" distB="0" distL="114300" distR="114300" simplePos="0" relativeHeight="251658240" behindDoc="1" locked="0" layoutInCell="1" allowOverlap="1" wp14:anchorId="6417CF89" wp14:editId="0081B26F">
            <wp:simplePos x="0" y="0"/>
            <wp:positionH relativeFrom="column">
              <wp:posOffset>-942975</wp:posOffset>
            </wp:positionH>
            <wp:positionV relativeFrom="paragraph">
              <wp:posOffset>-904875</wp:posOffset>
            </wp:positionV>
            <wp:extent cx="7610475" cy="1067752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62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3851" cy="106822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67F54">
        <w:rPr>
          <w:noProof/>
          <w:sz w:val="44"/>
          <w:szCs w:val="44"/>
          <w:highlight w:val="magenta"/>
          <w:lang w:eastAsia="en-NZ"/>
        </w:rPr>
        <w:t>Our time is here</w:t>
      </w:r>
    </w:p>
    <w:p w:rsidR="005206C3" w:rsidRPr="00C67F54" w:rsidRDefault="00100A6E" w:rsidP="005206C3">
      <w:pPr>
        <w:jc w:val="center"/>
        <w:rPr>
          <w:noProof/>
          <w:sz w:val="44"/>
          <w:szCs w:val="44"/>
          <w:highlight w:val="magenta"/>
          <w:lang w:eastAsia="en-NZ"/>
        </w:rPr>
      </w:pPr>
      <w:r>
        <w:rPr>
          <w:noProof/>
          <w:sz w:val="44"/>
          <w:szCs w:val="44"/>
          <w:lang w:eastAsia="en-NZ"/>
        </w:rPr>
        <w:t xml:space="preserve">   </w:t>
      </w:r>
      <w:r w:rsidRPr="00C67F54">
        <w:rPr>
          <w:noProof/>
          <w:sz w:val="44"/>
          <w:szCs w:val="44"/>
          <w:highlight w:val="magenta"/>
          <w:lang w:eastAsia="en-NZ"/>
        </w:rPr>
        <w:t>This year our  pro</w:t>
      </w:r>
      <w:r w:rsidR="005206C3" w:rsidRPr="00C67F54">
        <w:rPr>
          <w:noProof/>
          <w:sz w:val="44"/>
          <w:szCs w:val="44"/>
          <w:highlight w:val="magenta"/>
          <w:lang w:eastAsia="en-NZ"/>
        </w:rPr>
        <w:t>duction is on the rime of the ancient mariner.</w:t>
      </w:r>
    </w:p>
    <w:p w:rsidR="005206C3" w:rsidRPr="00C67F54" w:rsidRDefault="00100A6E" w:rsidP="005206C3">
      <w:pPr>
        <w:jc w:val="center"/>
        <w:rPr>
          <w:noProof/>
          <w:sz w:val="44"/>
          <w:szCs w:val="44"/>
          <w:highlight w:val="magenta"/>
          <w:lang w:eastAsia="en-NZ"/>
        </w:rPr>
      </w:pPr>
      <w:r w:rsidRPr="00C67F54">
        <w:rPr>
          <w:noProof/>
          <w:sz w:val="44"/>
          <w:szCs w:val="44"/>
          <w:highlight w:val="magenta"/>
          <w:lang w:eastAsia="en-NZ"/>
        </w:rPr>
        <w:t>We are trying to tell people why we need to be a better enviroment.</w:t>
      </w:r>
    </w:p>
    <w:p w:rsidR="00100A6E" w:rsidRPr="00C67F54" w:rsidRDefault="00100A6E" w:rsidP="005206C3">
      <w:pPr>
        <w:jc w:val="center"/>
        <w:rPr>
          <w:noProof/>
          <w:sz w:val="44"/>
          <w:szCs w:val="44"/>
          <w:highlight w:val="magenta"/>
          <w:lang w:eastAsia="en-NZ"/>
        </w:rPr>
      </w:pPr>
      <w:r w:rsidRPr="00C67F54">
        <w:rPr>
          <w:noProof/>
          <w:sz w:val="44"/>
          <w:szCs w:val="44"/>
          <w:highlight w:val="magenta"/>
          <w:lang w:eastAsia="en-NZ"/>
        </w:rPr>
        <w:t>albatross.</w:t>
      </w:r>
      <w:r w:rsidR="003E2F83" w:rsidRPr="00C67F54">
        <w:rPr>
          <w:noProof/>
          <w:sz w:val="44"/>
          <w:szCs w:val="44"/>
          <w:highlight w:val="magenta"/>
          <w:lang w:eastAsia="en-NZ"/>
        </w:rPr>
        <w:t xml:space="preserve"> </w:t>
      </w:r>
    </w:p>
    <w:p w:rsidR="003E2F83" w:rsidRPr="00C67F54" w:rsidRDefault="003E2F83" w:rsidP="003E2F83">
      <w:pPr>
        <w:rPr>
          <w:noProof/>
          <w:sz w:val="44"/>
          <w:szCs w:val="44"/>
          <w:highlight w:val="magenta"/>
          <w:lang w:eastAsia="en-NZ"/>
        </w:rPr>
      </w:pPr>
      <w:r w:rsidRPr="00C67F54">
        <w:rPr>
          <w:noProof/>
          <w:sz w:val="44"/>
          <w:szCs w:val="44"/>
          <w:highlight w:val="magenta"/>
          <w:lang w:eastAsia="en-NZ"/>
        </w:rPr>
        <w:t>There are also bidders that bid for the animals.</w:t>
      </w:r>
    </w:p>
    <w:p w:rsidR="003E2F83" w:rsidRPr="00C67F54" w:rsidRDefault="003E2F83" w:rsidP="003E2F83">
      <w:pPr>
        <w:rPr>
          <w:noProof/>
          <w:sz w:val="44"/>
          <w:szCs w:val="44"/>
          <w:highlight w:val="magenta"/>
          <w:lang w:eastAsia="en-NZ"/>
        </w:rPr>
      </w:pPr>
      <w:r w:rsidRPr="00C67F54">
        <w:rPr>
          <w:noProof/>
          <w:sz w:val="44"/>
          <w:szCs w:val="44"/>
          <w:highlight w:val="magenta"/>
          <w:lang w:eastAsia="en-NZ"/>
        </w:rPr>
        <w:t>The ancient mariner goes for a ride on his boat and then him and his crew see a albatross, and then the mariner shoots the albatross.</w:t>
      </w:r>
    </w:p>
    <w:p w:rsidR="003E2F83" w:rsidRPr="00C67F54" w:rsidRDefault="003E2F83" w:rsidP="003E2F83">
      <w:pPr>
        <w:rPr>
          <w:noProof/>
          <w:sz w:val="44"/>
          <w:szCs w:val="44"/>
          <w:highlight w:val="magenta"/>
          <w:lang w:eastAsia="en-NZ"/>
        </w:rPr>
      </w:pPr>
      <w:r w:rsidRPr="00C67F54">
        <w:rPr>
          <w:noProof/>
          <w:sz w:val="44"/>
          <w:szCs w:val="44"/>
          <w:highlight w:val="magenta"/>
          <w:lang w:eastAsia="en-NZ"/>
        </w:rPr>
        <w:t>The albatross made the breeze to blow</w:t>
      </w:r>
      <w:r w:rsidR="00C67F54" w:rsidRPr="00C67F54">
        <w:rPr>
          <w:noProof/>
          <w:sz w:val="44"/>
          <w:szCs w:val="44"/>
          <w:highlight w:val="magenta"/>
          <w:lang w:eastAsia="en-NZ"/>
        </w:rPr>
        <w:t>.</w:t>
      </w:r>
    </w:p>
    <w:p w:rsidR="003E2F83" w:rsidRPr="00C67F54" w:rsidRDefault="003E2F83" w:rsidP="003E2F83">
      <w:pPr>
        <w:rPr>
          <w:noProof/>
          <w:sz w:val="44"/>
          <w:szCs w:val="44"/>
          <w:highlight w:val="magenta"/>
          <w:lang w:eastAsia="en-NZ"/>
        </w:rPr>
      </w:pPr>
    </w:p>
    <w:p w:rsidR="00100A6E" w:rsidRPr="00C67F54" w:rsidRDefault="00100A6E" w:rsidP="005206C3">
      <w:pPr>
        <w:jc w:val="center"/>
        <w:rPr>
          <w:noProof/>
          <w:sz w:val="44"/>
          <w:szCs w:val="44"/>
          <w:highlight w:val="magenta"/>
          <w:lang w:eastAsia="en-NZ"/>
        </w:rPr>
      </w:pPr>
      <w:r w:rsidRPr="00C67F54">
        <w:rPr>
          <w:noProof/>
          <w:sz w:val="44"/>
          <w:szCs w:val="44"/>
          <w:highlight w:val="magenta"/>
          <w:lang w:eastAsia="en-NZ"/>
        </w:rPr>
        <w:t>We all want everyone to make a start and change the way we are living.</w:t>
      </w:r>
    </w:p>
    <w:p w:rsidR="003E2F83" w:rsidRPr="00C67F54" w:rsidRDefault="003E2F83" w:rsidP="005206C3">
      <w:pPr>
        <w:jc w:val="center"/>
        <w:rPr>
          <w:noProof/>
          <w:sz w:val="44"/>
          <w:szCs w:val="44"/>
          <w:highlight w:val="magenta"/>
          <w:lang w:eastAsia="en-NZ"/>
        </w:rPr>
      </w:pPr>
      <w:r w:rsidRPr="00C67F54">
        <w:rPr>
          <w:noProof/>
          <w:sz w:val="44"/>
          <w:szCs w:val="44"/>
          <w:highlight w:val="magenta"/>
          <w:lang w:eastAsia="en-NZ"/>
        </w:rPr>
        <w:t>Fisherman are by catching and not collecting their rubbish before they leave the beach.</w:t>
      </w:r>
    </w:p>
    <w:p w:rsidR="003E2F83" w:rsidRPr="00C67F54" w:rsidRDefault="003E2F83" w:rsidP="005206C3">
      <w:pPr>
        <w:jc w:val="center"/>
        <w:rPr>
          <w:noProof/>
          <w:sz w:val="44"/>
          <w:szCs w:val="44"/>
          <w:highlight w:val="magenta"/>
          <w:lang w:eastAsia="en-NZ"/>
        </w:rPr>
      </w:pPr>
      <w:r w:rsidRPr="00C67F54">
        <w:rPr>
          <w:noProof/>
          <w:sz w:val="44"/>
          <w:szCs w:val="44"/>
          <w:highlight w:val="magenta"/>
          <w:lang w:eastAsia="en-NZ"/>
        </w:rPr>
        <w:t>They are also over fishing.</w:t>
      </w:r>
    </w:p>
    <w:p w:rsidR="003E2F83" w:rsidRDefault="00C67F54" w:rsidP="005206C3">
      <w:pPr>
        <w:jc w:val="center"/>
        <w:rPr>
          <w:noProof/>
          <w:sz w:val="44"/>
          <w:szCs w:val="44"/>
          <w:lang w:eastAsia="en-NZ"/>
        </w:rPr>
      </w:pPr>
      <w:r w:rsidRPr="00C67F54">
        <w:rPr>
          <w:noProof/>
          <w:sz w:val="44"/>
          <w:szCs w:val="44"/>
          <w:highlight w:val="magenta"/>
          <w:lang w:eastAsia="en-NZ"/>
        </w:rPr>
        <w:t>We need to make a change right now.</w:t>
      </w:r>
    </w:p>
    <w:p w:rsidR="00100A6E" w:rsidRPr="005206C3" w:rsidRDefault="00100A6E" w:rsidP="003E2F83">
      <w:pPr>
        <w:rPr>
          <w:sz w:val="44"/>
          <w:szCs w:val="44"/>
        </w:rPr>
      </w:pPr>
    </w:p>
    <w:p w:rsidR="005206C3" w:rsidRDefault="005206C3"/>
    <w:sectPr w:rsidR="005206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C3"/>
    <w:rsid w:val="00100A6E"/>
    <w:rsid w:val="003E2F83"/>
    <w:rsid w:val="005206C3"/>
    <w:rsid w:val="00A3583B"/>
    <w:rsid w:val="00C6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0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6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0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6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89F38-51FE-4F95-B621-7B5E2CEB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F50E2AF9</Template>
  <TotalTime>41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2012-09-11T01:33:00Z</dcterms:created>
  <dcterms:modified xsi:type="dcterms:W3CDTF">2012-09-11T02:14:00Z</dcterms:modified>
</cp:coreProperties>
</file>